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3C5AFFF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82F8A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30067">
        <w:rPr>
          <w:rFonts w:ascii="Corbel" w:hAnsi="Corbel"/>
          <w:i/>
          <w:smallCaps/>
          <w:sz w:val="24"/>
          <w:szCs w:val="24"/>
        </w:rPr>
        <w:t>2019-2024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16C1D6D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30067">
        <w:rPr>
          <w:rFonts w:ascii="Corbel" w:hAnsi="Corbel"/>
          <w:sz w:val="20"/>
          <w:szCs w:val="20"/>
        </w:rPr>
        <w:t>2020/21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12B2A19D" w:rsidR="0085747A" w:rsidRPr="009C54AE" w:rsidRDefault="004E57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Informatyka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77C22F8B" w14:textId="6222648C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 xml:space="preserve"> 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05234094" w14:textId="4A6D6757" w:rsidR="0085747A" w:rsidRPr="009C54AE" w:rsidRDefault="00C82C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6A72AC3" w:rsidR="0085747A" w:rsidRPr="009C54AE" w:rsidRDefault="001C7FBE" w:rsidP="001C7F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F316EF7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E1E4D0E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332C63F7" w:rsidR="0085747A" w:rsidRPr="009C54AE" w:rsidRDefault="006429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2158A535" w:rsidR="0085747A" w:rsidRPr="009C54AE" w:rsidRDefault="001C7FBE" w:rsidP="006C68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4E57F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6C68D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5EA9AC56" w:rsidR="0085747A" w:rsidRPr="009C54AE" w:rsidRDefault="00DD66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306724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</w:t>
            </w:r>
            <w:r w:rsidR="00306724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306724"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22E90059" w:rsidR="00923D7D" w:rsidRPr="009C54AE" w:rsidRDefault="006C68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BA05960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02A2B163" w14:textId="2B235C2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F0FE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1F0FE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41DA6586" w:rsidR="00015B8F" w:rsidRPr="009C54AE" w:rsidRDefault="006C68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4BA92735" w:rsidR="00015B8F" w:rsidRPr="009C54AE" w:rsidRDefault="00D85E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4EAE28E8" w:rsidR="00015B8F" w:rsidRPr="009C54AE" w:rsidRDefault="00D85E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043B0316" w:rsidR="00015B8F" w:rsidRPr="009C54AE" w:rsidRDefault="00D85E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7434ED" w14:textId="77777777" w:rsidR="00923D7D" w:rsidRPr="009C54AE" w:rsidRDefault="00923D7D" w:rsidP="001F0FE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9085FF5" w:rsidR="0085747A" w:rsidRPr="009C54AE" w:rsidRDefault="005E573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19C54F" w14:textId="3FE5D7BC" w:rsidR="009C54AE" w:rsidRPr="005E5735" w:rsidRDefault="00E22FBC" w:rsidP="007F5AD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5E5735">
        <w:rPr>
          <w:rFonts w:ascii="Corbel" w:hAnsi="Corbel"/>
          <w:b w:val="0"/>
          <w:smallCaps w:val="0"/>
          <w:szCs w:val="24"/>
        </w:rPr>
        <w:t>zaliczenie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283A42E1" w:rsidR="0085747A" w:rsidRPr="009C54AE" w:rsidRDefault="005E57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Ogólna wiedza </w:t>
            </w:r>
            <w:r w:rsidR="004E57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umiejętności matematyczne oraz oprogramowania komputerowego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4E06BE71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4C51543" w14:textId="77777777" w:rsidR="00392B92" w:rsidRPr="009C54AE" w:rsidRDefault="00392B92" w:rsidP="00392B92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i/>
          <w:sz w:val="24"/>
          <w:szCs w:val="24"/>
        </w:rPr>
        <w:t>W wyniku realizacji przedmiotu student: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CC6C55" w:rsidRPr="00A42AF1" w14:paraId="159434DF" w14:textId="77777777" w:rsidTr="00392B92">
        <w:tc>
          <w:tcPr>
            <w:tcW w:w="671" w:type="dxa"/>
            <w:vAlign w:val="center"/>
          </w:tcPr>
          <w:p w14:paraId="0307A9FB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7" w:type="dxa"/>
            <w:vAlign w:val="center"/>
          </w:tcPr>
          <w:p w14:paraId="5810BFA0" w14:textId="605B81EF" w:rsidR="00CC6C55" w:rsidRPr="00B72B24" w:rsidRDefault="00CC6C55" w:rsidP="00D130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B72B24">
              <w:rPr>
                <w:rFonts w:ascii="Corbel" w:hAnsi="Corbel"/>
                <w:sz w:val="24"/>
                <w:szCs w:val="24"/>
              </w:rPr>
              <w:t>prawn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>e posług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się warsztatem pojęciowym </w:t>
            </w:r>
            <w:r w:rsidR="00D130FD">
              <w:rPr>
                <w:rFonts w:ascii="Corbel" w:hAnsi="Corbel"/>
                <w:sz w:val="24"/>
                <w:szCs w:val="24"/>
              </w:rPr>
              <w:t>z zakresu informatyki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oraz rozumie związk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między różnymi </w:t>
            </w:r>
            <w:r w:rsidR="00D130FD">
              <w:rPr>
                <w:rFonts w:ascii="Corbel" w:hAnsi="Corbel"/>
                <w:sz w:val="24"/>
                <w:szCs w:val="24"/>
              </w:rPr>
              <w:t xml:space="preserve">zagadnieniami z zakresu matematyki i informatyki </w:t>
            </w:r>
            <w:r w:rsidRPr="00B72B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6C55" w:rsidRPr="00A42AF1" w14:paraId="50B07D2E" w14:textId="77777777" w:rsidTr="00392B92">
        <w:tc>
          <w:tcPr>
            <w:tcW w:w="671" w:type="dxa"/>
            <w:vAlign w:val="center"/>
          </w:tcPr>
          <w:p w14:paraId="71BD0E06" w14:textId="77777777" w:rsidR="00CC6C55" w:rsidRPr="00B72B24" w:rsidRDefault="00CC6C55" w:rsidP="00CC6C5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72B2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7" w:type="dxa"/>
            <w:vAlign w:val="center"/>
          </w:tcPr>
          <w:p w14:paraId="7CCFF32A" w14:textId="60560854" w:rsidR="00CC6C55" w:rsidRPr="00B72B24" w:rsidRDefault="00CC6C55" w:rsidP="00CC6C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ogóln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prawidłowości procesu nauczania – uczenia się i ich praktycznych zastos</w:t>
            </w:r>
            <w:r w:rsidRPr="00B72B24">
              <w:rPr>
                <w:rFonts w:ascii="Corbel" w:hAnsi="Corbel"/>
                <w:sz w:val="24"/>
                <w:szCs w:val="24"/>
              </w:rPr>
              <w:t>o</w:t>
            </w:r>
            <w:r w:rsidRPr="00B72B24">
              <w:rPr>
                <w:rFonts w:ascii="Corbel" w:hAnsi="Corbel"/>
                <w:sz w:val="24"/>
                <w:szCs w:val="24"/>
              </w:rPr>
              <w:t>wań w planowaniu, realizacji oraz ewaluacji procesu kształcenia</w:t>
            </w:r>
            <w:r w:rsidR="00D130FD">
              <w:rPr>
                <w:rFonts w:ascii="Corbel" w:hAnsi="Corbel"/>
                <w:sz w:val="24"/>
                <w:szCs w:val="24"/>
              </w:rPr>
              <w:t xml:space="preserve"> informatycznego uczniów</w:t>
            </w:r>
            <w:r w:rsidRPr="00B72B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6C55" w:rsidRPr="00A42AF1" w14:paraId="60EBB835" w14:textId="77777777" w:rsidTr="00392B92">
        <w:tc>
          <w:tcPr>
            <w:tcW w:w="671" w:type="dxa"/>
            <w:vAlign w:val="center"/>
          </w:tcPr>
          <w:p w14:paraId="1DBF2F58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vAlign w:val="center"/>
          </w:tcPr>
          <w:p w14:paraId="4A881072" w14:textId="0715C350" w:rsidR="00CC6C55" w:rsidRPr="00B72B24" w:rsidRDefault="00CC6C55" w:rsidP="00D130F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6C55">
              <w:rPr>
                <w:rFonts w:ascii="Corbel" w:hAnsi="Corbel"/>
                <w:b w:val="0"/>
                <w:sz w:val="24"/>
                <w:szCs w:val="24"/>
              </w:rPr>
              <w:t xml:space="preserve">ma świadomość roli wykształcenia </w:t>
            </w:r>
            <w:r w:rsidR="00D130FD">
              <w:rPr>
                <w:rFonts w:ascii="Corbel" w:hAnsi="Corbel"/>
                <w:b w:val="0"/>
                <w:sz w:val="24"/>
                <w:szCs w:val="24"/>
              </w:rPr>
              <w:t>informatycznego</w:t>
            </w:r>
            <w:r w:rsidRPr="00CC6C55">
              <w:rPr>
                <w:rFonts w:ascii="Corbel" w:hAnsi="Corbel"/>
                <w:b w:val="0"/>
                <w:sz w:val="24"/>
                <w:szCs w:val="24"/>
              </w:rPr>
              <w:t xml:space="preserve"> w rozumieniu świata i kierowaniu sobą, projektowaniu własnego rozwoju osobistego i zawodowego.</w:t>
            </w:r>
          </w:p>
        </w:tc>
      </w:tr>
    </w:tbl>
    <w:p w14:paraId="6B31BD7A" w14:textId="77777777" w:rsidR="0085747A" w:rsidRPr="00CC6C5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695"/>
      </w:tblGrid>
      <w:tr w:rsidR="005F7786" w:rsidRPr="005F7786" w14:paraId="71799CCC" w14:textId="77777777" w:rsidTr="001F0FE8">
        <w:tc>
          <w:tcPr>
            <w:tcW w:w="1447" w:type="dxa"/>
          </w:tcPr>
          <w:p w14:paraId="13920CB0" w14:textId="77777777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77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</w:tcPr>
          <w:p w14:paraId="7379D88F" w14:textId="6D4F9AEE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001629D6" w:rsidR="00B805A6" w:rsidRPr="005F7786" w:rsidRDefault="00B805A6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6D625C3E" w14:textId="44E76BDD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  <w:r w:rsidR="0030395F" w:rsidRPr="005F778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7786" w:rsidRPr="005F7786" w14:paraId="5DA6F6F8" w14:textId="77777777" w:rsidTr="001F0FE8">
        <w:tc>
          <w:tcPr>
            <w:tcW w:w="1447" w:type="dxa"/>
          </w:tcPr>
          <w:p w14:paraId="61813C10" w14:textId="395A0DF6" w:rsidR="0085747A" w:rsidRPr="005F7786" w:rsidRDefault="007D2AD8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F778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8" w:type="dxa"/>
          </w:tcPr>
          <w:p w14:paraId="20844CB8" w14:textId="114B63A6" w:rsidR="005F7786" w:rsidRPr="005F7786" w:rsidRDefault="005F7786" w:rsidP="00160501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zna i rozumie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68F918E1" w14:textId="27C1E59C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wymieni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podstawowe pojęcia i zasady informatyki z zakr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su, w jakim ma ona zastosowanie w pracy z dziećmi lub uczniami;</w:t>
            </w:r>
          </w:p>
          <w:p w14:paraId="2204603A" w14:textId="66133771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poda i wyjaśni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modelowania rzeczywistych sytuacji i reprezentowania danych,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gromadzenia danych i ich przetw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a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rzania;</w:t>
            </w:r>
          </w:p>
          <w:p w14:paraId="1CEC6777" w14:textId="18A38389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poda i wyjaśni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projektowania algorytmów oraz ich realizacji przy użyciu komputera;</w:t>
            </w:r>
          </w:p>
          <w:p w14:paraId="16927BD9" w14:textId="3766BBFD" w:rsidR="00160501" w:rsidRPr="00160501" w:rsidRDefault="00160501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organizacji i funkcjonowania urządzeń elektronic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nych, komputerów i sieci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komputerowej oraz ich wykorzyst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a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nia;</w:t>
            </w:r>
          </w:p>
          <w:p w14:paraId="5514A2F2" w14:textId="125CF000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opisze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społeczne aspekty informatyki i jej zastosowań, wpływu informatyki na rozwój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społeczeństwa oraz zagrożenia w świecie wirtualnym;</w:t>
            </w:r>
          </w:p>
          <w:p w14:paraId="35EA18B1" w14:textId="0931CD59" w:rsidR="00D30455" w:rsidRPr="005F7786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opisze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uwarunkowania zawodowego rozwoju z wykorz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staniem technologii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informacyjno-komunikacyjnej i informatyki oraz komputerowe programy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edukacyjne przeznaczone dla najmłodszych uczniów.</w:t>
            </w:r>
          </w:p>
        </w:tc>
        <w:tc>
          <w:tcPr>
            <w:tcW w:w="1695" w:type="dxa"/>
          </w:tcPr>
          <w:p w14:paraId="5FBF1831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10030A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517E69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6B4B93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D33431A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2A20893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2FB7DC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AAD3F32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B1CA77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14:paraId="70C200D6" w14:textId="2873A98E" w:rsidR="0085747A" w:rsidRPr="005F7786" w:rsidRDefault="0085747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664FC6A1" w14:textId="77777777" w:rsidTr="001F0FE8">
        <w:tc>
          <w:tcPr>
            <w:tcW w:w="1447" w:type="dxa"/>
          </w:tcPr>
          <w:p w14:paraId="695D7137" w14:textId="77777777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5900625D" w14:textId="22F2B8EB" w:rsidR="00632AA1" w:rsidRPr="005F7786" w:rsidRDefault="00632AA1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4E57FA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potrafi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40CD451D" w14:textId="765E30C1" w:rsidR="00D30455" w:rsidRPr="005F7786" w:rsidRDefault="00D130FD" w:rsidP="00D130FD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zaprojektować i uruchomić na komputerze prosty algorytm z uwzględnieniem możliwości uczniów;</w:t>
            </w:r>
          </w:p>
        </w:tc>
        <w:tc>
          <w:tcPr>
            <w:tcW w:w="1695" w:type="dxa"/>
          </w:tcPr>
          <w:p w14:paraId="634C5EB5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EFF8F1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1DE14639" w14:textId="235C92A0" w:rsidR="0085747A" w:rsidRPr="005F7786" w:rsidRDefault="0085747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DAC23F6" w14:textId="77777777" w:rsidTr="001F0FE8">
        <w:tc>
          <w:tcPr>
            <w:tcW w:w="1447" w:type="dxa"/>
          </w:tcPr>
          <w:p w14:paraId="5168D262" w14:textId="77F9FCAD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53504649" w14:textId="1773FE33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3D5BDE28" w14:textId="6091F433" w:rsidR="0031147F" w:rsidRPr="005F7786" w:rsidRDefault="00D130FD" w:rsidP="00D130FD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zaprojektować prostą, funkcjonalną bazę danych z uwzględnieniem specyficznych potrzeb i możliwości poszcz</w:t>
            </w: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e</w:t>
            </w: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gólnych uczniów;</w:t>
            </w:r>
          </w:p>
        </w:tc>
        <w:tc>
          <w:tcPr>
            <w:tcW w:w="1695" w:type="dxa"/>
          </w:tcPr>
          <w:p w14:paraId="135E5DEC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2D67C2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PPiW.U05</w:t>
            </w:r>
          </w:p>
          <w:p w14:paraId="0866753C" w14:textId="0B097D43" w:rsidR="008A36FE" w:rsidRPr="005F7786" w:rsidRDefault="008A36FE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06333049" w14:textId="77777777" w:rsidTr="001F0FE8">
        <w:tc>
          <w:tcPr>
            <w:tcW w:w="1447" w:type="dxa"/>
          </w:tcPr>
          <w:p w14:paraId="42B8B470" w14:textId="7FD64316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8" w:type="dxa"/>
          </w:tcPr>
          <w:p w14:paraId="37DA4673" w14:textId="7A5479F9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42EF0E78" w14:textId="0D7783AB" w:rsidR="003343D3" w:rsidRPr="00D130FD" w:rsidRDefault="00D130FD" w:rsidP="00D130FD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D130FD">
              <w:rPr>
                <w:rFonts w:asciiTheme="minorHAnsi" w:hAnsiTheme="minorHAnsi" w:cstheme="minorHAnsi"/>
                <w:szCs w:val="24"/>
              </w:rPr>
              <w:t>wykorzy</w:t>
            </w:r>
            <w:r>
              <w:rPr>
                <w:rFonts w:asciiTheme="minorHAnsi" w:hAnsiTheme="minorHAnsi" w:cstheme="minorHAnsi"/>
                <w:szCs w:val="24"/>
              </w:rPr>
              <w:t>s</w:t>
            </w:r>
            <w:r w:rsidRPr="00D130FD">
              <w:rPr>
                <w:rFonts w:asciiTheme="minorHAnsi" w:hAnsiTheme="minorHAnsi" w:cstheme="minorHAnsi"/>
                <w:szCs w:val="24"/>
              </w:rPr>
              <w:t>tać</w:t>
            </w:r>
            <w:r>
              <w:rPr>
                <w:rFonts w:asciiTheme="minorHAnsi" w:hAnsiTheme="minorHAnsi" w:cstheme="minorHAnsi"/>
                <w:szCs w:val="24"/>
              </w:rPr>
              <w:t xml:space="preserve"> standardowe oprogramowanie użytkowe komput</w:t>
            </w:r>
            <w:r>
              <w:rPr>
                <w:rFonts w:asciiTheme="minorHAnsi" w:hAnsiTheme="minorHAnsi" w:cstheme="minorHAnsi"/>
                <w:szCs w:val="24"/>
              </w:rPr>
              <w:t>e</w:t>
            </w:r>
            <w:r>
              <w:rPr>
                <w:rFonts w:asciiTheme="minorHAnsi" w:hAnsiTheme="minorHAnsi" w:cstheme="minorHAnsi"/>
                <w:szCs w:val="24"/>
              </w:rPr>
              <w:t>ra adekwatnie do celów wychowani i kształcenia uczniów;</w:t>
            </w:r>
          </w:p>
        </w:tc>
        <w:tc>
          <w:tcPr>
            <w:tcW w:w="1695" w:type="dxa"/>
          </w:tcPr>
          <w:p w14:paraId="2645EAC5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173249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  <w:p w14:paraId="680AED01" w14:textId="790DF9AC" w:rsidR="008A36FE" w:rsidRPr="005F7786" w:rsidRDefault="008A36FE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ECFC366" w14:textId="77777777" w:rsidTr="001F0FE8">
        <w:tc>
          <w:tcPr>
            <w:tcW w:w="1447" w:type="dxa"/>
          </w:tcPr>
          <w:p w14:paraId="1D840B19" w14:textId="7FBC59AF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78" w:type="dxa"/>
          </w:tcPr>
          <w:p w14:paraId="10C2A269" w14:textId="2D103319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DAA742E" w14:textId="49048BF5" w:rsidR="003343D3" w:rsidRPr="00D130FD" w:rsidRDefault="00D130FD" w:rsidP="004E57FA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D130FD">
              <w:rPr>
                <w:rFonts w:asciiTheme="minorHAnsi" w:hAnsiTheme="minorHAnsi" w:cstheme="minorHAnsi"/>
                <w:sz w:val="24"/>
                <w:szCs w:val="24"/>
              </w:rPr>
              <w:t xml:space="preserve">ocenić walory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użytkowe komputerowego programu eduk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cyjnego;</w:t>
            </w:r>
            <w:r w:rsidR="002A6858">
              <w:rPr>
                <w:rFonts w:asciiTheme="minorHAnsi" w:hAnsiTheme="minorHAnsi" w:cstheme="minorHAnsi"/>
                <w:sz w:val="24"/>
                <w:szCs w:val="24"/>
              </w:rPr>
              <w:t xml:space="preserve"> świadomie stosować technologie informacyjne;</w:t>
            </w:r>
          </w:p>
        </w:tc>
        <w:tc>
          <w:tcPr>
            <w:tcW w:w="1695" w:type="dxa"/>
          </w:tcPr>
          <w:p w14:paraId="28303F96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PPiW.U07</w:t>
            </w:r>
          </w:p>
          <w:p w14:paraId="3F37E818" w14:textId="1F6562A9" w:rsidR="0085747A" w:rsidRPr="005F7786" w:rsidRDefault="0085747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7D3E7EF1" w14:textId="77777777" w:rsidTr="001F0FE8">
        <w:tc>
          <w:tcPr>
            <w:tcW w:w="1447" w:type="dxa"/>
          </w:tcPr>
          <w:p w14:paraId="385080B1" w14:textId="3EF06A27" w:rsidR="009410F9" w:rsidRPr="005F7786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378" w:type="dxa"/>
          </w:tcPr>
          <w:p w14:paraId="2F448DD1" w14:textId="075D30FB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0365CE76" w14:textId="7D5A374F" w:rsidR="009410F9" w:rsidRPr="00E166D4" w:rsidRDefault="00D130FD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identyfikować i rozbudzać zainteresowania dzieci lub uczniów poprzez zorganizowanie bezpiecznego środowiska pracy z komputerem;</w:t>
            </w:r>
          </w:p>
        </w:tc>
        <w:tc>
          <w:tcPr>
            <w:tcW w:w="1695" w:type="dxa"/>
          </w:tcPr>
          <w:p w14:paraId="03DA291D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86A42C" w14:textId="77777777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  <w:p w14:paraId="73AE3545" w14:textId="1D9BDF0F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3B25DBAC" w14:textId="77777777" w:rsidTr="001F0FE8">
        <w:tc>
          <w:tcPr>
            <w:tcW w:w="1447" w:type="dxa"/>
          </w:tcPr>
          <w:p w14:paraId="1CA1AE79" w14:textId="7B85DCB5" w:rsidR="009410F9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78" w:type="dxa"/>
          </w:tcPr>
          <w:p w14:paraId="647FD7BA" w14:textId="0B2C878C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01AF2B35" w14:textId="198A60C3" w:rsidR="009410F9" w:rsidRPr="00E166D4" w:rsidRDefault="002A6858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rozwijać kompetencje kluczowe dzieci lub uczniów, w szczególności kreatywność, krytyczną refleksję i umiejętność samodzielnego oraz zespołowego rozwiązywania problemów przy zastosowaniu komputera i technologii informacyjnych;</w:t>
            </w:r>
          </w:p>
        </w:tc>
        <w:tc>
          <w:tcPr>
            <w:tcW w:w="1695" w:type="dxa"/>
          </w:tcPr>
          <w:p w14:paraId="198E4B1E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367EB77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C8F4DF" w14:textId="77777777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  <w:p w14:paraId="38193C2A" w14:textId="3A93B7DA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2FBC8E52" w14:textId="77777777" w:rsidTr="001F0FE8">
        <w:tc>
          <w:tcPr>
            <w:tcW w:w="1447" w:type="dxa"/>
          </w:tcPr>
          <w:p w14:paraId="27185336" w14:textId="4EEBA1DC" w:rsidR="009410F9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378" w:type="dxa"/>
          </w:tcPr>
          <w:p w14:paraId="12E0B71B" w14:textId="1EBCA4B7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B3CFEF9" w14:textId="048EC92A" w:rsidR="009410F9" w:rsidRPr="00E166D4" w:rsidRDefault="002A6858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skutecznie animować i monitorować realizację zespoł</w:t>
            </w:r>
            <w:r w:rsidRPr="00E166D4">
              <w:rPr>
                <w:rFonts w:ascii="Corbel" w:hAnsi="Corbel"/>
                <w:sz w:val="24"/>
                <w:szCs w:val="24"/>
              </w:rPr>
              <w:t>o</w:t>
            </w:r>
            <w:r w:rsidRPr="00E166D4">
              <w:rPr>
                <w:rFonts w:ascii="Corbel" w:hAnsi="Corbel"/>
                <w:sz w:val="24"/>
                <w:szCs w:val="24"/>
              </w:rPr>
              <w:t>wych działań edukacyjnych dzieci lub uczniów, z wykorzyst</w:t>
            </w:r>
            <w:r w:rsidRPr="00E166D4">
              <w:rPr>
                <w:rFonts w:ascii="Corbel" w:hAnsi="Corbel"/>
                <w:sz w:val="24"/>
                <w:szCs w:val="24"/>
              </w:rPr>
              <w:t>y</w:t>
            </w:r>
            <w:r w:rsidRPr="00E166D4">
              <w:rPr>
                <w:rFonts w:ascii="Corbel" w:hAnsi="Corbel"/>
                <w:sz w:val="24"/>
                <w:szCs w:val="24"/>
              </w:rPr>
              <w:t>waniem różnych rodzajów</w:t>
            </w:r>
            <w:r w:rsidRPr="00E166D4">
              <w:rPr>
                <w:rFonts w:ascii="Corbel" w:hAnsi="Corbel"/>
                <w:spacing w:val="17"/>
                <w:sz w:val="24"/>
                <w:szCs w:val="24"/>
              </w:rPr>
              <w:t xml:space="preserve"> </w:t>
            </w:r>
            <w:r w:rsidRPr="00E166D4">
              <w:rPr>
                <w:rFonts w:ascii="Corbel" w:hAnsi="Corbel"/>
                <w:sz w:val="24"/>
                <w:szCs w:val="24"/>
              </w:rPr>
              <w:t>komputerowych programów ed</w:t>
            </w:r>
            <w:r w:rsidRPr="00E166D4">
              <w:rPr>
                <w:rFonts w:ascii="Corbel" w:hAnsi="Corbel"/>
                <w:sz w:val="24"/>
                <w:szCs w:val="24"/>
              </w:rPr>
              <w:t>u</w:t>
            </w:r>
            <w:r w:rsidRPr="00E166D4">
              <w:rPr>
                <w:rFonts w:ascii="Corbel" w:hAnsi="Corbel"/>
                <w:sz w:val="24"/>
                <w:szCs w:val="24"/>
              </w:rPr>
              <w:t>kacyjnych;</w:t>
            </w:r>
          </w:p>
        </w:tc>
        <w:tc>
          <w:tcPr>
            <w:tcW w:w="1695" w:type="dxa"/>
          </w:tcPr>
          <w:p w14:paraId="1519F0CB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C11B55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914781" w14:textId="77777777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14:paraId="1E0E9025" w14:textId="77777777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4F7C7EC1" w14:textId="77777777" w:rsidTr="001F0FE8">
        <w:tc>
          <w:tcPr>
            <w:tcW w:w="1447" w:type="dxa"/>
          </w:tcPr>
          <w:p w14:paraId="7D6B9695" w14:textId="023C4D0B" w:rsidR="009410F9" w:rsidRPr="005F7786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378" w:type="dxa"/>
          </w:tcPr>
          <w:p w14:paraId="35B4AC79" w14:textId="4C2B6871" w:rsidR="009410F9" w:rsidRPr="005F7786" w:rsidRDefault="009410F9" w:rsidP="00E166D4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do:</w:t>
            </w:r>
          </w:p>
          <w:p w14:paraId="237CC1B3" w14:textId="5BE206E6" w:rsidR="009410F9" w:rsidRPr="005F7786" w:rsidRDefault="002A6858" w:rsidP="00E166D4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321D7E">
              <w:rPr>
                <w:rFonts w:ascii="Corbel" w:hAnsi="Corbel"/>
                <w:b w:val="0"/>
                <w:smallCaps w:val="0"/>
                <w:szCs w:val="24"/>
              </w:rPr>
              <w:t xml:space="preserve">ormowania właściwych </w:t>
            </w:r>
            <w:proofErr w:type="spellStart"/>
            <w:r w:rsidRPr="00321D7E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321D7E">
              <w:rPr>
                <w:rFonts w:ascii="Corbel" w:hAnsi="Corbel"/>
                <w:b w:val="0"/>
                <w:smallCaps w:val="0"/>
                <w:szCs w:val="24"/>
              </w:rPr>
              <w:t xml:space="preserve"> i postaw dzieci lub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tym  wobec kultury i sztuki prezentowanych za pomocą komputerowych programów edukacyjnych;</w:t>
            </w:r>
          </w:p>
        </w:tc>
        <w:tc>
          <w:tcPr>
            <w:tcW w:w="1695" w:type="dxa"/>
          </w:tcPr>
          <w:p w14:paraId="02E48DA0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1FB557" w14:textId="5000F2EC" w:rsidR="009410F9" w:rsidRPr="005F7786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CB0255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0255" w:rsidRPr="009C54AE" w14:paraId="4C2EAB71" w14:textId="77777777" w:rsidTr="00CB0255">
        <w:tc>
          <w:tcPr>
            <w:tcW w:w="9520" w:type="dxa"/>
          </w:tcPr>
          <w:p w14:paraId="78255B5B" w14:textId="59F6FF4B" w:rsidR="00CB0255" w:rsidRPr="00316D48" w:rsidRDefault="00316D48" w:rsidP="00316D48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</w:t>
            </w:r>
            <w:r w:rsidR="00F82B08"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odstawowe pojęcia i zasady informatyki z zakresu, w jakim ma ona zastosowanie w pracy z uczniami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klas I-III.</w:t>
            </w:r>
          </w:p>
        </w:tc>
      </w:tr>
      <w:tr w:rsidR="00555A9C" w:rsidRPr="009C54AE" w14:paraId="4775EC08" w14:textId="77777777" w:rsidTr="00CB0255">
        <w:tc>
          <w:tcPr>
            <w:tcW w:w="9520" w:type="dxa"/>
          </w:tcPr>
          <w:p w14:paraId="6B3410D0" w14:textId="749D2E1A" w:rsidR="00555A9C" w:rsidRPr="00316D48" w:rsidRDefault="00555A9C" w:rsidP="00316D48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organizacji i funkcjonowania urządzeń elektronicznych, komputerów i sieci komp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terowej oraz ich wykorzystania.</w:t>
            </w:r>
          </w:p>
        </w:tc>
      </w:tr>
      <w:tr w:rsidR="00555A9C" w:rsidRPr="009C54AE" w14:paraId="0792AFCB" w14:textId="77777777" w:rsidTr="00CB0255">
        <w:tc>
          <w:tcPr>
            <w:tcW w:w="9520" w:type="dxa"/>
          </w:tcPr>
          <w:p w14:paraId="7051A779" w14:textId="37559B7D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projektowania algorytmów oraz ich realizacji przy użyciu komputera.</w:t>
            </w:r>
          </w:p>
        </w:tc>
      </w:tr>
      <w:tr w:rsidR="00555A9C" w:rsidRPr="009C54AE" w14:paraId="3C0F566E" w14:textId="77777777" w:rsidTr="00CB0255">
        <w:tc>
          <w:tcPr>
            <w:tcW w:w="9520" w:type="dxa"/>
          </w:tcPr>
          <w:p w14:paraId="3573F1C8" w14:textId="286C7652" w:rsidR="00555A9C" w:rsidRPr="00A82EB4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="Corbel" w:hAnsi="Corbel"/>
                <w:b w:val="0"/>
                <w:szCs w:val="24"/>
              </w:rPr>
            </w:pPr>
            <w:r w:rsidRPr="00A82EB4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modelowania rzeczywistych sytuacji i reprezentowania algorytmicznego.</w:t>
            </w:r>
          </w:p>
        </w:tc>
      </w:tr>
      <w:tr w:rsidR="00555A9C" w:rsidRPr="009C54AE" w14:paraId="72E03DD1" w14:textId="77777777" w:rsidTr="00CB0255">
        <w:tc>
          <w:tcPr>
            <w:tcW w:w="9520" w:type="dxa"/>
          </w:tcPr>
          <w:p w14:paraId="33738C75" w14:textId="654BBCFC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Dane, sposoby gromadzenia danych i ich metody ich przetwarzania.</w:t>
            </w:r>
          </w:p>
        </w:tc>
      </w:tr>
      <w:tr w:rsidR="00555A9C" w:rsidRPr="009C54AE" w14:paraId="6BCA6D6F" w14:textId="77777777" w:rsidTr="00CB0255">
        <w:tc>
          <w:tcPr>
            <w:tcW w:w="9520" w:type="dxa"/>
          </w:tcPr>
          <w:p w14:paraId="43DC0C23" w14:textId="18361F1C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Społeczne aspekty informatyki i jej zastosowań, wpływu informatyki na rozwój społecze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ń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stwa oraz zagrożenia w świecie wirtualnym.</w:t>
            </w:r>
          </w:p>
        </w:tc>
      </w:tr>
      <w:tr w:rsidR="00555A9C" w:rsidRPr="009C54AE" w14:paraId="24001261" w14:textId="77777777" w:rsidTr="00CB0255">
        <w:tc>
          <w:tcPr>
            <w:tcW w:w="9520" w:type="dxa"/>
          </w:tcPr>
          <w:p w14:paraId="1AF0D3F5" w14:textId="13F3F61F" w:rsidR="00555A9C" w:rsidRPr="00316D48" w:rsidRDefault="00555A9C" w:rsidP="00555A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Uwarunkowania zawodowego rozwoju z wykorzystaniem technologii</w:t>
            </w:r>
            <w:r w:rsidRPr="00316D48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 xml:space="preserve"> </w:t>
            </w: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informacyjno-komunikacyjnej i informatyki oraz komputerowe programy</w:t>
            </w:r>
            <w:r w:rsidRPr="00316D48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 xml:space="preserve"> </w:t>
            </w: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edukacyjne przeznaczone dla najmłodszych uczniów.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5F202C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02C" w:rsidRPr="009C54AE" w14:paraId="788AFB11" w14:textId="77777777" w:rsidTr="005F202C">
        <w:tc>
          <w:tcPr>
            <w:tcW w:w="9520" w:type="dxa"/>
          </w:tcPr>
          <w:p w14:paraId="43283521" w14:textId="75E66943" w:rsidR="005F202C" w:rsidRPr="009C54AE" w:rsidRDefault="00D12F91" w:rsidP="00D12F9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Podłączanie urządzeń wyjścia-wyjścia do komputera, konfiguracja zestawu komputerow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go.</w:t>
            </w:r>
          </w:p>
        </w:tc>
      </w:tr>
      <w:tr w:rsidR="005F202C" w:rsidRPr="009C54AE" w14:paraId="42761B51" w14:textId="77777777" w:rsidTr="005F202C">
        <w:tc>
          <w:tcPr>
            <w:tcW w:w="9520" w:type="dxa"/>
          </w:tcPr>
          <w:p w14:paraId="06CEB157" w14:textId="02ED17BA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i uruchomienie na komputerze prostego algorytmu.</w:t>
            </w:r>
          </w:p>
        </w:tc>
      </w:tr>
      <w:tr w:rsidR="005F202C" w:rsidRPr="009C54AE" w14:paraId="2BE21B37" w14:textId="77777777" w:rsidTr="005F202C">
        <w:tc>
          <w:tcPr>
            <w:tcW w:w="9520" w:type="dxa"/>
          </w:tcPr>
          <w:p w14:paraId="4802BB8E" w14:textId="5CB3F1A4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prostej, funkcjonalnej bazy danych.</w:t>
            </w:r>
          </w:p>
        </w:tc>
      </w:tr>
      <w:tr w:rsidR="005F202C" w:rsidRPr="009C54AE" w14:paraId="736B0040" w14:textId="77777777" w:rsidTr="005F202C">
        <w:tc>
          <w:tcPr>
            <w:tcW w:w="9520" w:type="dxa"/>
          </w:tcPr>
          <w:p w14:paraId="629118A3" w14:textId="46024CC1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dokumentu tekstowego przy użyciu standardowego oprogramowania ko</w:t>
            </w:r>
            <w:r>
              <w:rPr>
                <w:rFonts w:ascii="Corbel" w:hAnsi="Corbel"/>
                <w:sz w:val="24"/>
                <w:szCs w:val="24"/>
              </w:rPr>
              <w:t>m</w:t>
            </w:r>
            <w:r>
              <w:rPr>
                <w:rFonts w:ascii="Corbel" w:hAnsi="Corbel"/>
                <w:sz w:val="24"/>
                <w:szCs w:val="24"/>
              </w:rPr>
              <w:t>puterowego.</w:t>
            </w:r>
          </w:p>
        </w:tc>
      </w:tr>
      <w:tr w:rsidR="005F202C" w:rsidRPr="009C54AE" w14:paraId="67435125" w14:textId="77777777" w:rsidTr="005F202C">
        <w:tc>
          <w:tcPr>
            <w:tcW w:w="9520" w:type="dxa"/>
          </w:tcPr>
          <w:p w14:paraId="163E189F" w14:textId="3CFCFC26" w:rsidR="005F202C" w:rsidRPr="009C54AE" w:rsidRDefault="00555A9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Możliwości realizacji ćwiczeń matematycznych przy wykorzystaniu arkusza kalkulacyjn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go.</w:t>
            </w:r>
          </w:p>
        </w:tc>
      </w:tr>
      <w:tr w:rsidR="005F202C" w:rsidRPr="009C54AE" w14:paraId="2B39ECC7" w14:textId="77777777" w:rsidTr="005F202C">
        <w:tc>
          <w:tcPr>
            <w:tcW w:w="9520" w:type="dxa"/>
          </w:tcPr>
          <w:p w14:paraId="3F57ED5D" w14:textId="384BDFCB" w:rsidR="005F202C" w:rsidRPr="009C54AE" w:rsidRDefault="00D12F91" w:rsidP="00D12F9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Ocena walorów użytkowych komputerowego programu edukacyjnego z  wykorzystaniem tablicy interaktywnej.</w:t>
            </w:r>
          </w:p>
        </w:tc>
      </w:tr>
      <w:tr w:rsidR="005F202C" w:rsidRPr="009C54AE" w14:paraId="01048B5C" w14:textId="77777777" w:rsidTr="005F202C">
        <w:tc>
          <w:tcPr>
            <w:tcW w:w="9520" w:type="dxa"/>
          </w:tcPr>
          <w:p w14:paraId="779A99A0" w14:textId="6ACAC88D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Zorganizowanie bezpiecznego środowiska pracy z komputerem.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A9F4A5" w14:textId="77777777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>A. Wykład: wykład z prezentacją multimedialną, projekcje filmów</w:t>
      </w:r>
    </w:p>
    <w:p w14:paraId="511B3CE0" w14:textId="7C7307A4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 xml:space="preserve">B. Ćwiczenia audytoryjne: </w:t>
      </w:r>
      <w:r w:rsidR="00E166D4">
        <w:rPr>
          <w:rFonts w:ascii="Corbel" w:hAnsi="Corbel"/>
        </w:rPr>
        <w:t>praca przy komputerze (z programami edukacyjnymi)</w:t>
      </w:r>
      <w:r w:rsidRPr="00A42AF1">
        <w:rPr>
          <w:rFonts w:ascii="Corbel" w:hAnsi="Corbel"/>
        </w:rPr>
        <w:t xml:space="preserve">, praca </w:t>
      </w:r>
      <w:r w:rsidR="00A82EB4">
        <w:rPr>
          <w:rFonts w:ascii="Corbel" w:hAnsi="Corbel"/>
        </w:rPr>
        <w:t xml:space="preserve">indywidulana i </w:t>
      </w:r>
      <w:r w:rsidRPr="00A42AF1">
        <w:rPr>
          <w:rFonts w:ascii="Corbel" w:hAnsi="Corbel"/>
        </w:rPr>
        <w:t>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9728B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24C95EE9" w:rsidR="0085747A" w:rsidRPr="009C54AE" w:rsidRDefault="004E142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9728B" w:rsidRPr="004E2697" w14:paraId="4FFC276C" w14:textId="77777777" w:rsidTr="0029728B">
        <w:tc>
          <w:tcPr>
            <w:tcW w:w="1962" w:type="dxa"/>
          </w:tcPr>
          <w:p w14:paraId="1562D6DD" w14:textId="529722E0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0BD99DDA" w14:textId="78669950" w:rsidR="0029728B" w:rsidRPr="004E2697" w:rsidRDefault="00E166D4" w:rsidP="0029728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36896533" w14:textId="13148036" w:rsidR="0029728B" w:rsidRPr="004E2697" w:rsidRDefault="0029728B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03A2" w:rsidRPr="004E2697" w14:paraId="106C9F54" w14:textId="77777777" w:rsidTr="0029728B">
        <w:tc>
          <w:tcPr>
            <w:tcW w:w="1962" w:type="dxa"/>
          </w:tcPr>
          <w:p w14:paraId="17814888" w14:textId="77777777" w:rsidR="007003A2" w:rsidRPr="004E2697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43FF4370" w:rsidR="007003A2" w:rsidRPr="007003A2" w:rsidRDefault="007003A2" w:rsidP="007003A2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7003A2">
              <w:rPr>
                <w:rFonts w:ascii="Corbel" w:hAnsi="Corbel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7FFC62F0" w14:textId="2E8610B8" w:rsidR="007003A2" w:rsidRP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03A2" w:rsidRPr="004E2697" w14:paraId="491756FE" w14:textId="77777777" w:rsidTr="0029728B">
        <w:tc>
          <w:tcPr>
            <w:tcW w:w="1962" w:type="dxa"/>
          </w:tcPr>
          <w:p w14:paraId="2EC7F25F" w14:textId="2C20F078" w:rsidR="007003A2" w:rsidRPr="004E2697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7AA00BA" w14:textId="66C63BB7" w:rsidR="007003A2" w:rsidRPr="007003A2" w:rsidRDefault="007003A2" w:rsidP="007003A2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r w:rsidRPr="007003A2">
              <w:rPr>
                <w:rFonts w:ascii="Corbel" w:hAnsi="Corbel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5FEAADB8" w14:textId="04EFC9D8" w:rsidR="007003A2" w:rsidRP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03A2" w:rsidRPr="009C54AE" w14:paraId="5490C3D9" w14:textId="77777777" w:rsidTr="0029728B">
        <w:tc>
          <w:tcPr>
            <w:tcW w:w="1962" w:type="dxa"/>
          </w:tcPr>
          <w:p w14:paraId="0CF28000" w14:textId="0943A985" w:rsidR="007003A2" w:rsidRPr="009C54AE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E2531FA" w14:textId="06FCF367" w:rsidR="007003A2" w:rsidRP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03A2">
              <w:rPr>
                <w:rFonts w:ascii="Corbel" w:hAnsi="Corbel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3FB2395" w14:textId="2CD6AC73" w:rsidR="007003A2" w:rsidRP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9728B" w:rsidRPr="009C54AE" w14:paraId="794FFB0C" w14:textId="77777777" w:rsidTr="0029728B">
        <w:tc>
          <w:tcPr>
            <w:tcW w:w="1962" w:type="dxa"/>
          </w:tcPr>
          <w:p w14:paraId="2F2306A0" w14:textId="1B4AAD70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DC1FAFE" w14:textId="4FFFD8BE" w:rsidR="0029728B" w:rsidRPr="0029728B" w:rsidRDefault="0029728B" w:rsidP="0029728B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5C6DE6E" w14:textId="6AE5C7F1" w:rsidR="0029728B" w:rsidRPr="009C54AE" w:rsidRDefault="0029728B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03A2" w:rsidRPr="009C54AE" w14:paraId="79AC59A8" w14:textId="77777777" w:rsidTr="0029728B">
        <w:tc>
          <w:tcPr>
            <w:tcW w:w="1962" w:type="dxa"/>
          </w:tcPr>
          <w:p w14:paraId="2BCAFD1E" w14:textId="05B17FA7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55D4436" w14:textId="04701B9D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60E9D11" w14:textId="5BE00B62" w:rsid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03A2" w:rsidRPr="009C54AE" w14:paraId="1A96A70D" w14:textId="77777777" w:rsidTr="0029728B">
        <w:tc>
          <w:tcPr>
            <w:tcW w:w="1962" w:type="dxa"/>
          </w:tcPr>
          <w:p w14:paraId="08413F0D" w14:textId="74B6B16E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A1C982F" w14:textId="3D219507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29728B">
              <w:rPr>
                <w:rFonts w:asciiTheme="minorHAnsi" w:hAnsiTheme="minorHAnsi" w:cstheme="minorHAnsi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6072155" w14:textId="4C5F12FF" w:rsid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03A2" w:rsidRPr="009C54AE" w14:paraId="7826AA30" w14:textId="77777777" w:rsidTr="0029728B">
        <w:tc>
          <w:tcPr>
            <w:tcW w:w="1962" w:type="dxa"/>
          </w:tcPr>
          <w:p w14:paraId="578EEC09" w14:textId="6D149D31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2101F87A" w14:textId="7668983A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63A626AD" w14:textId="25A4CFE0" w:rsid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22038E25" w14:textId="77777777" w:rsidTr="0029728B">
        <w:tc>
          <w:tcPr>
            <w:tcW w:w="1962" w:type="dxa"/>
          </w:tcPr>
          <w:p w14:paraId="600B2C38" w14:textId="58334F7C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27AC49B2" w14:textId="117277F3" w:rsidR="0029728B" w:rsidRPr="009C54AE" w:rsidRDefault="00944601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</w:t>
            </w:r>
            <w:r w:rsidR="0088511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1793F3FA" w14:textId="3B2ACA86" w:rsidR="0029728B" w:rsidRPr="009C54AE" w:rsidRDefault="00885118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7A7D6E47" w14:textId="1165CEA8" w:rsidR="00944601" w:rsidRDefault="00944601" w:rsidP="00944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przygotowanie pracy zaliczeniowej prezentującej metodykę realizacji wybranych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gadnień z informatyki</w:t>
            </w:r>
          </w:p>
          <w:p w14:paraId="5942C489" w14:textId="0C24CA9C" w:rsidR="0085747A" w:rsidRPr="00FE6A32" w:rsidRDefault="00944601" w:rsidP="00944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opracowanie projektów zadań informatycznych do każdego tematu.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1843BA15" w:rsidR="0085747A" w:rsidRPr="009C54AE" w:rsidRDefault="004C363D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579282FC" w:rsidR="00C61DC5" w:rsidRPr="009C54AE" w:rsidRDefault="004C363D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7F40A42E" w:rsidR="00C61DC5" w:rsidRPr="009C54AE" w:rsidRDefault="00C61DC5" w:rsidP="00AA6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AA65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</w:t>
            </w:r>
            <w:r w:rsidRPr="009C54AE">
              <w:rPr>
                <w:rFonts w:ascii="Corbel" w:hAnsi="Corbel"/>
                <w:sz w:val="24"/>
                <w:szCs w:val="24"/>
              </w:rPr>
              <w:t>a</w:t>
            </w:r>
            <w:r w:rsidRPr="009C54AE">
              <w:rPr>
                <w:rFonts w:ascii="Corbel" w:hAnsi="Corbel"/>
                <w:sz w:val="24"/>
                <w:szCs w:val="24"/>
              </w:rPr>
              <w:t>nie referatu itp.)</w:t>
            </w:r>
          </w:p>
        </w:tc>
        <w:tc>
          <w:tcPr>
            <w:tcW w:w="4677" w:type="dxa"/>
          </w:tcPr>
          <w:p w14:paraId="2FE18256" w14:textId="77777777" w:rsidR="009C5612" w:rsidRDefault="009C5612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6E46CF2A" w:rsidR="00C61DC5" w:rsidRPr="009C54AE" w:rsidRDefault="004C363D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94460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378AD599" w:rsidR="0085747A" w:rsidRPr="009C54AE" w:rsidRDefault="00944601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BC18DE5" w:rsidR="0085747A" w:rsidRPr="009C54AE" w:rsidRDefault="00944601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514C0BC1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B616DBF" w14:textId="08B005F8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67DF81D3" w14:textId="77777777" w:rsidTr="00C75040">
        <w:trPr>
          <w:trHeight w:val="397"/>
        </w:trPr>
        <w:tc>
          <w:tcPr>
            <w:tcW w:w="9497" w:type="dxa"/>
          </w:tcPr>
          <w:p w14:paraId="1524A579" w14:textId="77777777" w:rsidR="0085747A" w:rsidRPr="0031663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663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3955C" w14:textId="33E97E25" w:rsidR="00316639" w:rsidRPr="00DD6641" w:rsidRDefault="00316639" w:rsidP="00DD6641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D6641">
              <w:rPr>
                <w:rFonts w:ascii="Corbel" w:hAnsi="Corbel"/>
                <w:i/>
                <w:sz w:val="24"/>
                <w:szCs w:val="24"/>
              </w:rPr>
              <w:t>Blockly</w:t>
            </w:r>
            <w:proofErr w:type="spellEnd"/>
            <w:r w:rsidRPr="00DD6641">
              <w:rPr>
                <w:rFonts w:ascii="Corbel" w:hAnsi="Corbel"/>
                <w:i/>
                <w:sz w:val="24"/>
                <w:szCs w:val="24"/>
              </w:rPr>
              <w:t xml:space="preserve">, strona poświęcona programowaniu w języku </w:t>
            </w:r>
            <w:proofErr w:type="spellStart"/>
            <w:r w:rsidRPr="00DD6641">
              <w:rPr>
                <w:rFonts w:ascii="Corbel" w:hAnsi="Corbel"/>
                <w:i/>
                <w:sz w:val="24"/>
                <w:szCs w:val="24"/>
              </w:rPr>
              <w:t>Blockly</w:t>
            </w:r>
            <w:proofErr w:type="spellEnd"/>
            <w:r w:rsidRPr="00DD6641">
              <w:rPr>
                <w:rFonts w:ascii="Corbel" w:hAnsi="Corbel"/>
                <w:sz w:val="24"/>
                <w:szCs w:val="24"/>
              </w:rPr>
              <w:t>, dostępna online: https:// blockly-games.appspot.com/ [dostęp: 1.10.2019].</w:t>
            </w:r>
          </w:p>
          <w:p w14:paraId="1F65DA38" w14:textId="2ACFF87A" w:rsidR="00316639" w:rsidRPr="00DD6641" w:rsidRDefault="00316639" w:rsidP="00DD6641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Godzina Kodowania</w:t>
            </w:r>
            <w:r w:rsidRPr="00DD6641">
              <w:rPr>
                <w:rFonts w:ascii="Corbel" w:hAnsi="Corbel"/>
                <w:sz w:val="24"/>
                <w:szCs w:val="24"/>
              </w:rPr>
              <w:t>, dostępna online: http://www.godzinakodowania.pl [dostęp: 1.10.2019].</w:t>
            </w:r>
          </w:p>
          <w:p w14:paraId="21714A1F" w14:textId="38F55112" w:rsidR="00316639" w:rsidRPr="00DD6641" w:rsidRDefault="00316639" w:rsidP="00DD6641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 xml:space="preserve">Hacker </w:t>
            </w:r>
            <w:proofErr w:type="spellStart"/>
            <w:r w:rsidRPr="00DD6641">
              <w:rPr>
                <w:rFonts w:ascii="Corbel" w:hAnsi="Corbel"/>
                <w:i/>
                <w:sz w:val="24"/>
                <w:szCs w:val="24"/>
              </w:rPr>
              <w:t>Rank</w:t>
            </w:r>
            <w:proofErr w:type="spellEnd"/>
            <w:r w:rsidRPr="00DD6641">
              <w:rPr>
                <w:rFonts w:ascii="Corbel" w:hAnsi="Corbel"/>
                <w:i/>
                <w:sz w:val="24"/>
                <w:szCs w:val="24"/>
              </w:rPr>
              <w:t>, ranking umiejętności programistów</w:t>
            </w:r>
            <w:r w:rsidRPr="00DD6641">
              <w:rPr>
                <w:rFonts w:ascii="Corbel" w:hAnsi="Corbel"/>
                <w:sz w:val="24"/>
                <w:szCs w:val="24"/>
              </w:rPr>
              <w:t>, dostępny online: http://blog.hackerrank.com/which-country-would-win-in-the-programming-olympics/ [d</w:t>
            </w:r>
            <w:r w:rsidRPr="00DD6641">
              <w:rPr>
                <w:rFonts w:ascii="Corbel" w:hAnsi="Corbel"/>
                <w:sz w:val="24"/>
                <w:szCs w:val="24"/>
              </w:rPr>
              <w:t>o</w:t>
            </w:r>
            <w:r w:rsidRPr="00DD6641">
              <w:rPr>
                <w:rFonts w:ascii="Corbel" w:hAnsi="Corbel"/>
                <w:sz w:val="24"/>
                <w:szCs w:val="24"/>
              </w:rPr>
              <w:t>stęp: 1.10.2019].</w:t>
            </w:r>
          </w:p>
          <w:p w14:paraId="56070F37" w14:textId="5E24680F" w:rsidR="001C7085" w:rsidRPr="00DD6641" w:rsidRDefault="00316639" w:rsidP="00DD6641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Konkurs Informatyczny Bóbr</w:t>
            </w:r>
            <w:r w:rsidRPr="00DD664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DD6641">
              <w:rPr>
                <w:rFonts w:ascii="Corbel" w:hAnsi="Corbel"/>
                <w:sz w:val="24"/>
                <w:szCs w:val="24"/>
              </w:rPr>
              <w:t>WMiI</w:t>
            </w:r>
            <w:proofErr w:type="spellEnd"/>
            <w:r w:rsidRPr="00DD664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DD6641">
              <w:rPr>
                <w:rFonts w:ascii="Corbel" w:hAnsi="Corbel"/>
                <w:sz w:val="24"/>
                <w:szCs w:val="24"/>
              </w:rPr>
              <w:t>Learnetic</w:t>
            </w:r>
            <w:proofErr w:type="spellEnd"/>
            <w:r w:rsidRPr="00DD6641">
              <w:rPr>
                <w:rFonts w:ascii="Corbel" w:hAnsi="Corbel"/>
                <w:sz w:val="24"/>
                <w:szCs w:val="24"/>
              </w:rPr>
              <w:t>, dostępny online: http://bobr.gimakad. torun.pl [dostęp: 1.10.2019].</w:t>
            </w:r>
          </w:p>
        </w:tc>
      </w:tr>
      <w:tr w:rsidR="0085747A" w:rsidRPr="009C54AE" w14:paraId="6981F2E0" w14:textId="77777777" w:rsidTr="00C75040">
        <w:trPr>
          <w:trHeight w:val="397"/>
        </w:trPr>
        <w:tc>
          <w:tcPr>
            <w:tcW w:w="9497" w:type="dxa"/>
          </w:tcPr>
          <w:p w14:paraId="3E79762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A794DF" w14:textId="77777777" w:rsidR="00033045" w:rsidRPr="00DD6641" w:rsidRDefault="00033045" w:rsidP="00DD6641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Pilotaż, serwis MEN</w:t>
            </w:r>
            <w:r w:rsidRPr="00DD6641">
              <w:rPr>
                <w:rFonts w:ascii="Corbel" w:hAnsi="Corbel"/>
                <w:sz w:val="24"/>
                <w:szCs w:val="24"/>
              </w:rPr>
              <w:t>, dostępny online: https://programowanie.men.gov.pl/ [dostęp: 1.10.2019].</w:t>
            </w:r>
          </w:p>
          <w:p w14:paraId="16072986" w14:textId="77777777" w:rsidR="00033045" w:rsidRPr="00DD6641" w:rsidRDefault="00033045" w:rsidP="00DD6641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Podstawa programowa kształcenia ogólnego dla szkoły podstawowej</w:t>
            </w:r>
            <w:r w:rsidRPr="00DD6641">
              <w:rPr>
                <w:rFonts w:ascii="Corbel" w:hAnsi="Corbel"/>
                <w:sz w:val="24"/>
                <w:szCs w:val="24"/>
              </w:rPr>
              <w:t>, dostępna online: http://legislacja.rcl.gov.pl/docs//501/12293659/12403198/dokument274507. pdf [1.10.2019].</w:t>
            </w:r>
          </w:p>
          <w:p w14:paraId="30F9F5AD" w14:textId="4D399D2E" w:rsidR="00033045" w:rsidRPr="00033045" w:rsidRDefault="00033045" w:rsidP="00DD6641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3045">
              <w:rPr>
                <w:rFonts w:ascii="Corbel" w:hAnsi="Corbel"/>
                <w:b w:val="0"/>
                <w:smallCaps w:val="0"/>
                <w:szCs w:val="24"/>
              </w:rPr>
              <w:t>Python</w:t>
            </w:r>
            <w:proofErr w:type="spellEnd"/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, strona polskiej grupy </w:t>
            </w:r>
            <w:proofErr w:type="spellStart"/>
            <w:r w:rsidRPr="00033045">
              <w:rPr>
                <w:rFonts w:ascii="Corbel" w:hAnsi="Corbel"/>
                <w:b w:val="0"/>
                <w:smallCaps w:val="0"/>
                <w:szCs w:val="24"/>
              </w:rPr>
              <w:t>Python</w:t>
            </w:r>
            <w:proofErr w:type="spellEnd"/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, dostępna online: https://pl.python.org/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0052C020" w14:textId="5C6007EA" w:rsidR="00033045" w:rsidRPr="00033045" w:rsidRDefault="00033045" w:rsidP="00DD6641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strona poświęcona językowi programowania </w:t>
            </w: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033045">
              <w:rPr>
                <w:rFonts w:ascii="Corbel" w:hAnsi="Corbel"/>
                <w:b w:val="0"/>
                <w:smallCaps w:val="0"/>
                <w:szCs w:val="24"/>
              </w:rPr>
              <w:t>, dostępna online: https:// scr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tch.mit.edu/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04847B7C" w14:textId="0487E9D9" w:rsidR="00033045" w:rsidRPr="001C7085" w:rsidRDefault="00033045" w:rsidP="00DD6641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Środowisko </w:t>
            </w: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Code</w:t>
            </w:r>
            <w:proofErr w:type="spellEnd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Blocks</w:t>
            </w:r>
            <w:proofErr w:type="spellEnd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dla języka programowania C/C++,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 dostępne online: http:// www.codeblocks.org/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7EC833" w14:textId="77777777" w:rsidR="000D0F0C" w:rsidRDefault="000D0F0C" w:rsidP="00C16ABF">
      <w:pPr>
        <w:spacing w:after="0" w:line="240" w:lineRule="auto"/>
      </w:pPr>
      <w:r>
        <w:separator/>
      </w:r>
    </w:p>
  </w:endnote>
  <w:endnote w:type="continuationSeparator" w:id="0">
    <w:p w14:paraId="02A3BA27" w14:textId="77777777" w:rsidR="000D0F0C" w:rsidRDefault="000D0F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060F12" w14:textId="77777777" w:rsidR="000D0F0C" w:rsidRDefault="000D0F0C" w:rsidP="00C16ABF">
      <w:pPr>
        <w:spacing w:after="0" w:line="240" w:lineRule="auto"/>
      </w:pPr>
      <w:r>
        <w:separator/>
      </w:r>
    </w:p>
  </w:footnote>
  <w:footnote w:type="continuationSeparator" w:id="0">
    <w:p w14:paraId="6020F2BC" w14:textId="77777777" w:rsidR="000D0F0C" w:rsidRDefault="000D0F0C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95204"/>
    <w:multiLevelType w:val="hybridMultilevel"/>
    <w:tmpl w:val="E98E750A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7C1679"/>
    <w:multiLevelType w:val="hybridMultilevel"/>
    <w:tmpl w:val="A8822B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135070"/>
    <w:multiLevelType w:val="hybridMultilevel"/>
    <w:tmpl w:val="36884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B111A4"/>
    <w:multiLevelType w:val="hybridMultilevel"/>
    <w:tmpl w:val="EF62129C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2627DC"/>
    <w:multiLevelType w:val="hybridMultilevel"/>
    <w:tmpl w:val="DD3CFB94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A94399"/>
    <w:multiLevelType w:val="hybridMultilevel"/>
    <w:tmpl w:val="040CB17E"/>
    <w:lvl w:ilvl="0" w:tplc="0415000F">
      <w:start w:val="1"/>
      <w:numFmt w:val="decimal"/>
      <w:lvlText w:val="%1."/>
      <w:lvlJc w:val="left"/>
      <w:pPr>
        <w:ind w:left="1067" w:hanging="360"/>
      </w:p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8">
    <w:nsid w:val="7D7C5D48"/>
    <w:multiLevelType w:val="hybridMultilevel"/>
    <w:tmpl w:val="D730FD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2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75A"/>
    <w:rsid w:val="000048FD"/>
    <w:rsid w:val="000077B4"/>
    <w:rsid w:val="00015B8F"/>
    <w:rsid w:val="00022512"/>
    <w:rsid w:val="00022ECE"/>
    <w:rsid w:val="000322D3"/>
    <w:rsid w:val="00033045"/>
    <w:rsid w:val="00042A51"/>
    <w:rsid w:val="00042D2E"/>
    <w:rsid w:val="00044C82"/>
    <w:rsid w:val="000702EE"/>
    <w:rsid w:val="00070ED6"/>
    <w:rsid w:val="000742DC"/>
    <w:rsid w:val="00082F8A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0F0C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501"/>
    <w:rsid w:val="00161F64"/>
    <w:rsid w:val="001640A7"/>
    <w:rsid w:val="00164FA7"/>
    <w:rsid w:val="00166A03"/>
    <w:rsid w:val="001718A7"/>
    <w:rsid w:val="001737CF"/>
    <w:rsid w:val="00176083"/>
    <w:rsid w:val="001770C7"/>
    <w:rsid w:val="00190E6B"/>
    <w:rsid w:val="00192F37"/>
    <w:rsid w:val="001938E5"/>
    <w:rsid w:val="001A70D2"/>
    <w:rsid w:val="001B7162"/>
    <w:rsid w:val="001C7085"/>
    <w:rsid w:val="001C7FBE"/>
    <w:rsid w:val="001D657B"/>
    <w:rsid w:val="001D7B54"/>
    <w:rsid w:val="001E0209"/>
    <w:rsid w:val="001F0FE8"/>
    <w:rsid w:val="001F2CA2"/>
    <w:rsid w:val="002144C0"/>
    <w:rsid w:val="0022477D"/>
    <w:rsid w:val="002278A9"/>
    <w:rsid w:val="00230067"/>
    <w:rsid w:val="002336F9"/>
    <w:rsid w:val="00235BAE"/>
    <w:rsid w:val="0024028F"/>
    <w:rsid w:val="00244ABC"/>
    <w:rsid w:val="0026014E"/>
    <w:rsid w:val="00281FF2"/>
    <w:rsid w:val="002857DE"/>
    <w:rsid w:val="00291567"/>
    <w:rsid w:val="0029728B"/>
    <w:rsid w:val="002A22BF"/>
    <w:rsid w:val="002A2389"/>
    <w:rsid w:val="002A671D"/>
    <w:rsid w:val="002A6858"/>
    <w:rsid w:val="002B12D9"/>
    <w:rsid w:val="002B4D55"/>
    <w:rsid w:val="002B5EA0"/>
    <w:rsid w:val="002B6119"/>
    <w:rsid w:val="002C1F06"/>
    <w:rsid w:val="002D3375"/>
    <w:rsid w:val="002D73D4"/>
    <w:rsid w:val="002E0D1A"/>
    <w:rsid w:val="002F02A3"/>
    <w:rsid w:val="002F4ABE"/>
    <w:rsid w:val="003018BA"/>
    <w:rsid w:val="00301EBC"/>
    <w:rsid w:val="0030395F"/>
    <w:rsid w:val="00305C92"/>
    <w:rsid w:val="00306724"/>
    <w:rsid w:val="0031147F"/>
    <w:rsid w:val="003151C5"/>
    <w:rsid w:val="00316639"/>
    <w:rsid w:val="00316D48"/>
    <w:rsid w:val="00321D7E"/>
    <w:rsid w:val="003343CF"/>
    <w:rsid w:val="003343D3"/>
    <w:rsid w:val="00346FE9"/>
    <w:rsid w:val="0034759A"/>
    <w:rsid w:val="003503F6"/>
    <w:rsid w:val="003530DD"/>
    <w:rsid w:val="00363F78"/>
    <w:rsid w:val="00392B92"/>
    <w:rsid w:val="003A0A5B"/>
    <w:rsid w:val="003A1176"/>
    <w:rsid w:val="003C0BAE"/>
    <w:rsid w:val="003C5E0A"/>
    <w:rsid w:val="003D18A9"/>
    <w:rsid w:val="003D6CE2"/>
    <w:rsid w:val="003E1941"/>
    <w:rsid w:val="003E2FE6"/>
    <w:rsid w:val="003E49D5"/>
    <w:rsid w:val="003F13F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C93"/>
    <w:rsid w:val="004A3EEA"/>
    <w:rsid w:val="004A4D1F"/>
    <w:rsid w:val="004A6CD5"/>
    <w:rsid w:val="004C363D"/>
    <w:rsid w:val="004C59F1"/>
    <w:rsid w:val="004D5282"/>
    <w:rsid w:val="004E1429"/>
    <w:rsid w:val="004E2697"/>
    <w:rsid w:val="004E42FA"/>
    <w:rsid w:val="004E57FA"/>
    <w:rsid w:val="004F1551"/>
    <w:rsid w:val="004F2621"/>
    <w:rsid w:val="004F55A3"/>
    <w:rsid w:val="0050496F"/>
    <w:rsid w:val="00513B6F"/>
    <w:rsid w:val="00517C63"/>
    <w:rsid w:val="00526C94"/>
    <w:rsid w:val="005363C4"/>
    <w:rsid w:val="00536BDE"/>
    <w:rsid w:val="00543ACC"/>
    <w:rsid w:val="00555A9C"/>
    <w:rsid w:val="0056696D"/>
    <w:rsid w:val="00573EF9"/>
    <w:rsid w:val="0059484D"/>
    <w:rsid w:val="005A0855"/>
    <w:rsid w:val="005A3196"/>
    <w:rsid w:val="005C080F"/>
    <w:rsid w:val="005C0A77"/>
    <w:rsid w:val="005C55E5"/>
    <w:rsid w:val="005C696A"/>
    <w:rsid w:val="005E0C50"/>
    <w:rsid w:val="005E5735"/>
    <w:rsid w:val="005E6E85"/>
    <w:rsid w:val="005F202C"/>
    <w:rsid w:val="005F31D2"/>
    <w:rsid w:val="005F71A1"/>
    <w:rsid w:val="005F7786"/>
    <w:rsid w:val="0061029B"/>
    <w:rsid w:val="006167E3"/>
    <w:rsid w:val="00617230"/>
    <w:rsid w:val="00621CE1"/>
    <w:rsid w:val="00627FC9"/>
    <w:rsid w:val="00632AA1"/>
    <w:rsid w:val="006429C9"/>
    <w:rsid w:val="0064504A"/>
    <w:rsid w:val="00647FA8"/>
    <w:rsid w:val="00650C5F"/>
    <w:rsid w:val="00653F9E"/>
    <w:rsid w:val="00654934"/>
    <w:rsid w:val="006620D9"/>
    <w:rsid w:val="00671958"/>
    <w:rsid w:val="006725CF"/>
    <w:rsid w:val="00675843"/>
    <w:rsid w:val="00696477"/>
    <w:rsid w:val="006C68DB"/>
    <w:rsid w:val="006D050F"/>
    <w:rsid w:val="006D1AFD"/>
    <w:rsid w:val="006D6139"/>
    <w:rsid w:val="006E5D65"/>
    <w:rsid w:val="006E6F04"/>
    <w:rsid w:val="006F1282"/>
    <w:rsid w:val="006F1FBC"/>
    <w:rsid w:val="006F31E2"/>
    <w:rsid w:val="007003A2"/>
    <w:rsid w:val="00706544"/>
    <w:rsid w:val="007072BA"/>
    <w:rsid w:val="0071620A"/>
    <w:rsid w:val="00716A19"/>
    <w:rsid w:val="00717DCD"/>
    <w:rsid w:val="00724677"/>
    <w:rsid w:val="00725459"/>
    <w:rsid w:val="00730A53"/>
    <w:rsid w:val="007327BD"/>
    <w:rsid w:val="00734608"/>
    <w:rsid w:val="00745302"/>
    <w:rsid w:val="007461D6"/>
    <w:rsid w:val="00746EC8"/>
    <w:rsid w:val="007511E0"/>
    <w:rsid w:val="00761C04"/>
    <w:rsid w:val="00763BF1"/>
    <w:rsid w:val="00766FD4"/>
    <w:rsid w:val="0078168C"/>
    <w:rsid w:val="00787C2A"/>
    <w:rsid w:val="00790E27"/>
    <w:rsid w:val="00794BB9"/>
    <w:rsid w:val="007A4022"/>
    <w:rsid w:val="007A6E6E"/>
    <w:rsid w:val="007C3299"/>
    <w:rsid w:val="007C3BCC"/>
    <w:rsid w:val="007C4546"/>
    <w:rsid w:val="007D2AD8"/>
    <w:rsid w:val="007D6E56"/>
    <w:rsid w:val="007D6E75"/>
    <w:rsid w:val="007F1652"/>
    <w:rsid w:val="007F4155"/>
    <w:rsid w:val="007F5ADF"/>
    <w:rsid w:val="00804CD4"/>
    <w:rsid w:val="0081554D"/>
    <w:rsid w:val="0081707E"/>
    <w:rsid w:val="008449B3"/>
    <w:rsid w:val="0085747A"/>
    <w:rsid w:val="00884922"/>
    <w:rsid w:val="00885118"/>
    <w:rsid w:val="00885F64"/>
    <w:rsid w:val="0089059F"/>
    <w:rsid w:val="008917F9"/>
    <w:rsid w:val="008A36FE"/>
    <w:rsid w:val="008A45F7"/>
    <w:rsid w:val="008C0CC0"/>
    <w:rsid w:val="008C19A9"/>
    <w:rsid w:val="008C379D"/>
    <w:rsid w:val="008C5147"/>
    <w:rsid w:val="008C5359"/>
    <w:rsid w:val="008C5363"/>
    <w:rsid w:val="008D3B6D"/>
    <w:rsid w:val="008D3DFB"/>
    <w:rsid w:val="008E64F4"/>
    <w:rsid w:val="008F12C9"/>
    <w:rsid w:val="008F6E29"/>
    <w:rsid w:val="00916188"/>
    <w:rsid w:val="00923D7D"/>
    <w:rsid w:val="009301AE"/>
    <w:rsid w:val="00931E22"/>
    <w:rsid w:val="009410F9"/>
    <w:rsid w:val="00944601"/>
    <w:rsid w:val="00944815"/>
    <w:rsid w:val="009508DF"/>
    <w:rsid w:val="00950DAC"/>
    <w:rsid w:val="00954A07"/>
    <w:rsid w:val="0098414E"/>
    <w:rsid w:val="00990364"/>
    <w:rsid w:val="00991D0D"/>
    <w:rsid w:val="00997F14"/>
    <w:rsid w:val="009A78D9"/>
    <w:rsid w:val="009C1331"/>
    <w:rsid w:val="009C3E31"/>
    <w:rsid w:val="009C54AE"/>
    <w:rsid w:val="009C5612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EB4"/>
    <w:rsid w:val="00A84C85"/>
    <w:rsid w:val="00A93AEC"/>
    <w:rsid w:val="00A97DE1"/>
    <w:rsid w:val="00AA65A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089"/>
    <w:rsid w:val="00B607DB"/>
    <w:rsid w:val="00B66529"/>
    <w:rsid w:val="00B72B24"/>
    <w:rsid w:val="00B75946"/>
    <w:rsid w:val="00B77B68"/>
    <w:rsid w:val="00B8056E"/>
    <w:rsid w:val="00B805A6"/>
    <w:rsid w:val="00B819C8"/>
    <w:rsid w:val="00B82308"/>
    <w:rsid w:val="00B90885"/>
    <w:rsid w:val="00BA6260"/>
    <w:rsid w:val="00BB520A"/>
    <w:rsid w:val="00BD3869"/>
    <w:rsid w:val="00BD66E9"/>
    <w:rsid w:val="00BD6FF4"/>
    <w:rsid w:val="00BF2C41"/>
    <w:rsid w:val="00C058B4"/>
    <w:rsid w:val="00C05F44"/>
    <w:rsid w:val="00C131B5"/>
    <w:rsid w:val="00C13826"/>
    <w:rsid w:val="00C16ABF"/>
    <w:rsid w:val="00C170AE"/>
    <w:rsid w:val="00C26CB7"/>
    <w:rsid w:val="00C324C1"/>
    <w:rsid w:val="00C36992"/>
    <w:rsid w:val="00C45BFB"/>
    <w:rsid w:val="00C56036"/>
    <w:rsid w:val="00C61DC5"/>
    <w:rsid w:val="00C67E92"/>
    <w:rsid w:val="00C70A26"/>
    <w:rsid w:val="00C75040"/>
    <w:rsid w:val="00C766DF"/>
    <w:rsid w:val="00C82C34"/>
    <w:rsid w:val="00C94B98"/>
    <w:rsid w:val="00CA2B96"/>
    <w:rsid w:val="00CA5089"/>
    <w:rsid w:val="00CB0255"/>
    <w:rsid w:val="00CB1C4B"/>
    <w:rsid w:val="00CB42CB"/>
    <w:rsid w:val="00CC6C55"/>
    <w:rsid w:val="00CD6897"/>
    <w:rsid w:val="00CE5BAC"/>
    <w:rsid w:val="00CF25BE"/>
    <w:rsid w:val="00CF2E52"/>
    <w:rsid w:val="00CF78ED"/>
    <w:rsid w:val="00D02B25"/>
    <w:rsid w:val="00D02EBA"/>
    <w:rsid w:val="00D12F91"/>
    <w:rsid w:val="00D130FD"/>
    <w:rsid w:val="00D17C3C"/>
    <w:rsid w:val="00D26B2C"/>
    <w:rsid w:val="00D30455"/>
    <w:rsid w:val="00D352C9"/>
    <w:rsid w:val="00D425B2"/>
    <w:rsid w:val="00D428D6"/>
    <w:rsid w:val="00D54153"/>
    <w:rsid w:val="00D552B2"/>
    <w:rsid w:val="00D608D1"/>
    <w:rsid w:val="00D6390D"/>
    <w:rsid w:val="00D74119"/>
    <w:rsid w:val="00D8075B"/>
    <w:rsid w:val="00D85E8A"/>
    <w:rsid w:val="00D8678B"/>
    <w:rsid w:val="00DA2114"/>
    <w:rsid w:val="00DD6641"/>
    <w:rsid w:val="00DE09C0"/>
    <w:rsid w:val="00DE4A14"/>
    <w:rsid w:val="00DF320D"/>
    <w:rsid w:val="00DF71C8"/>
    <w:rsid w:val="00E129B8"/>
    <w:rsid w:val="00E166D4"/>
    <w:rsid w:val="00E21E7D"/>
    <w:rsid w:val="00E22FBC"/>
    <w:rsid w:val="00E24046"/>
    <w:rsid w:val="00E24BF5"/>
    <w:rsid w:val="00E25338"/>
    <w:rsid w:val="00E51E44"/>
    <w:rsid w:val="00E62031"/>
    <w:rsid w:val="00E63348"/>
    <w:rsid w:val="00E77E88"/>
    <w:rsid w:val="00E8107D"/>
    <w:rsid w:val="00E960BB"/>
    <w:rsid w:val="00EA2074"/>
    <w:rsid w:val="00EA4832"/>
    <w:rsid w:val="00EA4E9D"/>
    <w:rsid w:val="00EA54CC"/>
    <w:rsid w:val="00EA7017"/>
    <w:rsid w:val="00EC4899"/>
    <w:rsid w:val="00ED03AB"/>
    <w:rsid w:val="00ED2F4F"/>
    <w:rsid w:val="00ED32D2"/>
    <w:rsid w:val="00EE32DE"/>
    <w:rsid w:val="00EE5457"/>
    <w:rsid w:val="00F070AB"/>
    <w:rsid w:val="00F11E44"/>
    <w:rsid w:val="00F17567"/>
    <w:rsid w:val="00F176A7"/>
    <w:rsid w:val="00F27A7B"/>
    <w:rsid w:val="00F526AF"/>
    <w:rsid w:val="00F617C3"/>
    <w:rsid w:val="00F7066B"/>
    <w:rsid w:val="00F82932"/>
    <w:rsid w:val="00F82B08"/>
    <w:rsid w:val="00F83B28"/>
    <w:rsid w:val="00F91EB2"/>
    <w:rsid w:val="00F97E31"/>
    <w:rsid w:val="00FA46E5"/>
    <w:rsid w:val="00FB7DBA"/>
    <w:rsid w:val="00FC1C25"/>
    <w:rsid w:val="00FC3F45"/>
    <w:rsid w:val="00FD38E3"/>
    <w:rsid w:val="00FD503F"/>
    <w:rsid w:val="00FD7589"/>
    <w:rsid w:val="00FE6A3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865E5-D890-4071-9523-2AFFC4AFD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1266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2020-11-09T07:45:00Z</cp:lastPrinted>
  <dcterms:created xsi:type="dcterms:W3CDTF">2020-11-09T07:40:00Z</dcterms:created>
  <dcterms:modified xsi:type="dcterms:W3CDTF">2021-01-21T10:41:00Z</dcterms:modified>
</cp:coreProperties>
</file>